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4B5E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25.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4B5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Северна  Европа: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4B5E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4B5E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5EB0" w:rsidRP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провера  усвојености  и  разумевања градива  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географским одликама  Северне</w:t>
            </w:r>
            <w:r w:rsidR="004B5EB0" w:rsidRP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4B5EB0" w:rsidRP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нова знања о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географском  одликама   Северне</w:t>
            </w:r>
            <w:r w:rsidR="004B5EB0" w:rsidRP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B5EB0" w:rsidRPr="004B5EB0" w:rsidRDefault="005F7634" w:rsidP="004B5EB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B5EB0" w:rsidRPr="004B5EB0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B5EB0" w:rsidRPr="004B5E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разуме  географске  одлике  регије</w:t>
            </w:r>
          </w:p>
          <w:p w:rsidR="00D0461E" w:rsidRPr="005F7634" w:rsidRDefault="004B5EB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E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4B5E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 карти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пронађе  и </w:t>
            </w:r>
            <w:r w:rsidRPr="004B5E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 најважније географске  објекте  регије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1.1.3. Препознаје и чита географске и допунске елементе карте - чита називе мора, залива, полуострва, архипелага, острва као и планина,  низија   на простору  Северне  Европе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ГЕ1.4.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Препознаје основне 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 одлике  Северне 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географској карти –  мора, залива, полуострва, архипелага, острва  као  и  облика  рељефа на простору Северне Европе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4B5EB0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 одлике   Северне  Европе.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географску карту и доноси закључке о значају   географског  положаја  за  географске  одлике  Северне  Европе</w:t>
            </w:r>
          </w:p>
          <w:p w:rsidR="00664F16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  у  Северној Европи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4B5E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групни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4B5EB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Сопштавамо  ученицима да  ће  се  провера  усвојености  градива  о  Северној  Европи  извршити путем проналажења  задатих  појмова  н</w:t>
            </w:r>
            <w:r w:rsidR="00EC7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географској  карти  Северне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вропе  у  атласу  и  уцртавањем  истих  на  нему  карту </w:t>
            </w:r>
            <w:r w:rsidR="00EC7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  Европе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7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Вежбанци.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4B5EB0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Ученицима  саошштавамо  да  припреме  географке  атласе  и  Вежбанке  за  географију.Ученике  делимо у  пет  група,  од  којих  свака  дбија  задатак  да  «обради»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једну  земљу  и  пронађе  задате  појмове  и  унесе  их  на  нему  карту.Прва  група  добија </w:t>
            </w:r>
          </w:p>
          <w:p w:rsidR="008F002B" w:rsidRDefault="004B5EB0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46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Исланд,  друга Данску,  трећа  Шведску,  четврта  Финску  и  пета  Норвешку.Делимо  унапред  припремљене  листиће  са  задацима.</w:t>
            </w:r>
          </w:p>
          <w:p w:rsidR="004B5EB0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Група  за  Исланд  има  следеће  задатке: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-У којим  топлотним  појасевима  се  налази  Исланд?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-Који  је  највећи  ледник  Исланда?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-Пронађи  на  карти  Исланда  један  вулкан.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-Које  море  р</w:t>
            </w:r>
            <w:r w:rsidR="00AD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здваја  Ислан</w:t>
            </w:r>
            <w:r w:rsidR="00AD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  од 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кандинавског  полуострва?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Група  за  Данску  добија  задатке: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-Који  морски  пролази  раздвајају  полуострво  Јиланд  од  Скандинавског  полуострва?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-Које  највеће  острво  Данске?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-Која  је  једина  земља  с  којом  се  Данска  копнено граничи?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-Која  се  остр</w:t>
            </w:r>
            <w:r w:rsidR="00AD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вска  група налази између  В. 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ританије  и  Исланда,  а  припада  Данској?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Група  за Шведску добија  задатке: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-Која  су  два  највећа  језера  Шведске?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-На  обали  ког  мора  се  налази  главни  град  Шведске?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-Како  се  зове  град  на југозападу  Шведске,  који  се  налази  «преко  пута»  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главног  града  Данске?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-Која  два  већа  острва  у  Блатичком  мору  припадју  Шведској?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Група  за  Финску  добија  задатке:</w:t>
            </w:r>
          </w:p>
          <w:p w:rsidR="003E46E5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</w:t>
            </w:r>
            <w:r w:rsidR="00AD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којом земљом  се  Ф</w:t>
            </w:r>
            <w:r w:rsidR="00AC29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инска  граничи  на  истоку?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-На  обали  ког  залива  је  галвни  град  Финске?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-Које  је  највећ</w:t>
            </w:r>
            <w:r w:rsidR="00EC7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 језеро  на  северу  Финске,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изнад  поларног  круга?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-Која  острвска  група  у  Балтичком  мору  припада  Финској?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Група  за  Норвешку  добија  задатке: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-У  ком  фјорду  се  налази  главни  град  Норвешке?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-Како  се  зове  најсевернији  град  Норвешке?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-С  којим  земљама  се  Норвешка  граничи  копнено?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-Како  с</w:t>
            </w:r>
            <w:r w:rsidR="00AD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 зове  велики  архипелаг  у 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еверном леденом  океану  који  припада  </w:t>
            </w:r>
          </w:p>
          <w:p w:rsidR="00AC29C4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Норвешкој?</w:t>
            </w:r>
          </w:p>
          <w:p w:rsidR="003E46E5" w:rsidRDefault="00AC29C4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  ученици  проналазе  појмове  и  уносе  их  на нему  карту.  контролишемо  и  усмеравамо  њихов  рад.</w:t>
            </w:r>
          </w:p>
          <w:p w:rsidR="003E46E5" w:rsidRPr="00545C96" w:rsidRDefault="003E46E5" w:rsidP="004B5E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AC29C4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 евалуацију  радова и  истичемо  најангажованије  и  најуспешније  групе  и  појединце.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E46E5"/>
    <w:rsid w:val="003F1D6D"/>
    <w:rsid w:val="00417219"/>
    <w:rsid w:val="00466279"/>
    <w:rsid w:val="004B5EB0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02B"/>
    <w:rsid w:val="008F0F0B"/>
    <w:rsid w:val="00942ED0"/>
    <w:rsid w:val="0096516D"/>
    <w:rsid w:val="00A17F87"/>
    <w:rsid w:val="00A45210"/>
    <w:rsid w:val="00A47E59"/>
    <w:rsid w:val="00AB78A4"/>
    <w:rsid w:val="00AC29C4"/>
    <w:rsid w:val="00AD3FE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3469D"/>
    <w:rsid w:val="00E4334D"/>
    <w:rsid w:val="00EC7AA7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2063-89B9-4C0B-A717-23AE91D5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2020-07-02T23:01:00Z</dcterms:created>
  <dcterms:modified xsi:type="dcterms:W3CDTF">2020-07-03T11:10:00Z</dcterms:modified>
</cp:coreProperties>
</file>